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71304" w14:textId="77777777" w:rsidR="007E3029" w:rsidRPr="009C5A08" w:rsidRDefault="009C5A08">
      <w:pPr>
        <w:rPr>
          <w:rFonts w:ascii="Arial" w:hAnsi="Arial" w:cs="Arial"/>
          <w:b/>
          <w:sz w:val="28"/>
          <w:szCs w:val="28"/>
        </w:rPr>
      </w:pPr>
      <w:r w:rsidRPr="009C5A08">
        <w:rPr>
          <w:rFonts w:ascii="Arial" w:hAnsi="Arial" w:cs="Arial"/>
          <w:b/>
          <w:sz w:val="28"/>
          <w:szCs w:val="28"/>
        </w:rPr>
        <w:t>CONFLICT OF INTEREST STATEMENT</w:t>
      </w:r>
    </w:p>
    <w:p w14:paraId="33013E6C" w14:textId="77777777" w:rsidR="009C5A08" w:rsidRPr="009C5A08" w:rsidRDefault="009C5A08">
      <w:pPr>
        <w:rPr>
          <w:rFonts w:ascii="Arial" w:hAnsi="Arial" w:cs="Arial"/>
          <w:sz w:val="22"/>
          <w:szCs w:val="22"/>
        </w:rPr>
      </w:pPr>
    </w:p>
    <w:p w14:paraId="51C47107" w14:textId="77777777" w:rsidR="009C5A08" w:rsidRDefault="009C5A08">
      <w:pPr>
        <w:rPr>
          <w:rFonts w:ascii="Arial" w:hAnsi="Arial" w:cs="Arial"/>
          <w:sz w:val="22"/>
          <w:szCs w:val="22"/>
        </w:rPr>
      </w:pPr>
      <w:r w:rsidRPr="009C5A08">
        <w:rPr>
          <w:rFonts w:ascii="Arial" w:hAnsi="Arial" w:cs="Arial"/>
          <w:sz w:val="22"/>
          <w:szCs w:val="22"/>
        </w:rPr>
        <w:t>Please only complete this statement is you are aware of any conflict of interest your potential appointment as a Trustee for Freshfields Animal Rescue will case; if you are a connected person to any employee, volunteer or already appointed trustees; if you are a connected person to an individual or company that supplies goods and/or services to Freshfields; if you directly supply any goods or services to Freshfields.</w:t>
      </w:r>
    </w:p>
    <w:p w14:paraId="7831086F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0C1D83F0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635B3A2B" w14:textId="77777777" w:rsidR="009C5A08" w:rsidRDefault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A9684" wp14:editId="738D0317">
                <wp:simplePos x="0" y="0"/>
                <wp:positionH relativeFrom="column">
                  <wp:posOffset>1026588</wp:posOffset>
                </wp:positionH>
                <wp:positionV relativeFrom="paragraph">
                  <wp:posOffset>65405</wp:posOffset>
                </wp:positionV>
                <wp:extent cx="3581400" cy="3429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A0D45" w14:textId="77777777" w:rsidR="009C5A08" w:rsidRDefault="009C5A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A9684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80.85pt;margin-top:5.15pt;width:282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" filled="f" strokecolor="gray [1629]" strokeweight=".25pt">
                <v:textbox>
                  <w:txbxContent>
                    <w:p w14:paraId="222A0D45" w14:textId="77777777" w:rsidR="009C5A08" w:rsidRDefault="009C5A08"/>
                  </w:txbxContent>
                </v:textbox>
                <w10:wrap type="square"/>
              </v:shape>
            </w:pict>
          </mc:Fallback>
        </mc:AlternateContent>
      </w:r>
    </w:p>
    <w:p w14:paraId="3DD3755D" w14:textId="77777777" w:rsidR="009C5A08" w:rsidRDefault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Name: </w:t>
      </w:r>
    </w:p>
    <w:p w14:paraId="744A4048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5F90FFA4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58AC2F96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60AA74BE" w14:textId="77777777" w:rsidR="009C5A08" w:rsidRDefault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Please tick the appropriate statement:</w:t>
      </w:r>
    </w:p>
    <w:p w14:paraId="064D8268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66907A0A" w14:textId="77777777" w:rsidR="009C5A08" w:rsidRDefault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 am a relative/spouse/friend of another currently appointed Trustee.</w:t>
      </w:r>
    </w:p>
    <w:p w14:paraId="4FA6BC8E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4A9C7524" w14:textId="77777777" w:rsidR="009C5A08" w:rsidRDefault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am a relative/spouse/friend of another </w:t>
      </w:r>
      <w:r>
        <w:rPr>
          <w:rFonts w:ascii="Arial" w:hAnsi="Arial" w:cs="Arial"/>
          <w:sz w:val="22"/>
          <w:szCs w:val="22"/>
        </w:rPr>
        <w:t>Freshfields employee</w:t>
      </w:r>
      <w:r>
        <w:rPr>
          <w:rFonts w:ascii="Arial" w:hAnsi="Arial" w:cs="Arial"/>
          <w:sz w:val="22"/>
          <w:szCs w:val="22"/>
        </w:rPr>
        <w:t>.</w:t>
      </w:r>
    </w:p>
    <w:p w14:paraId="6F46D2F2" w14:textId="77777777" w:rsidR="009C5A08" w:rsidRDefault="009C5A08">
      <w:pPr>
        <w:rPr>
          <w:rFonts w:ascii="Arial" w:hAnsi="Arial" w:cs="Arial"/>
          <w:sz w:val="22"/>
          <w:szCs w:val="22"/>
        </w:rPr>
      </w:pPr>
    </w:p>
    <w:p w14:paraId="0B178B33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 am a relative/spouse/friend to an individual that provides services to Freshfields, either personally or via a company.</w:t>
      </w:r>
    </w:p>
    <w:p w14:paraId="2143CB9E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40E726B1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am a relative/spouse/friend to an individual that provides </w:t>
      </w:r>
      <w:r>
        <w:rPr>
          <w:rFonts w:ascii="Arial" w:hAnsi="Arial" w:cs="Arial"/>
          <w:sz w:val="22"/>
          <w:szCs w:val="22"/>
        </w:rPr>
        <w:t>goods</w:t>
      </w:r>
      <w:r>
        <w:rPr>
          <w:rFonts w:ascii="Arial" w:hAnsi="Arial" w:cs="Arial"/>
          <w:sz w:val="22"/>
          <w:szCs w:val="22"/>
        </w:rPr>
        <w:t xml:space="preserve"> to Freshfields, either personally or via a company.</w:t>
      </w:r>
    </w:p>
    <w:p w14:paraId="7EC43A46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48FC97CD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 am 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individual that </w:t>
      </w:r>
      <w:r>
        <w:rPr>
          <w:rFonts w:ascii="Arial" w:hAnsi="Arial" w:cs="Arial"/>
          <w:sz w:val="22"/>
          <w:szCs w:val="22"/>
        </w:rPr>
        <w:t xml:space="preserve">directly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rovides services to Freshfields</w:t>
      </w:r>
      <w:r>
        <w:rPr>
          <w:rFonts w:ascii="Arial" w:hAnsi="Arial" w:cs="Arial"/>
          <w:sz w:val="22"/>
          <w:szCs w:val="22"/>
        </w:rPr>
        <w:t>.</w:t>
      </w:r>
    </w:p>
    <w:p w14:paraId="1D585D6E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62050326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5"/>
      <w:r>
        <w:rPr>
          <w:rFonts w:ascii="Arial" w:hAnsi="Arial" w:cs="Arial"/>
          <w:sz w:val="22"/>
          <w:szCs w:val="22"/>
        </w:rPr>
        <w:tab/>
        <w:t>I am an owner/shareholder/manager/Trustee or any other management or governance figure in a company/charity that provides services to Freshfields.</w:t>
      </w:r>
    </w:p>
    <w:p w14:paraId="7556BFDD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1C0B732E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6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am an individual that directly provides </w:t>
      </w:r>
      <w:r>
        <w:rPr>
          <w:rFonts w:ascii="Arial" w:hAnsi="Arial" w:cs="Arial"/>
          <w:sz w:val="22"/>
          <w:szCs w:val="22"/>
        </w:rPr>
        <w:t>goods</w:t>
      </w:r>
      <w:r>
        <w:rPr>
          <w:rFonts w:ascii="Arial" w:hAnsi="Arial" w:cs="Arial"/>
          <w:sz w:val="22"/>
          <w:szCs w:val="22"/>
        </w:rPr>
        <w:t xml:space="preserve"> to Freshfields.</w:t>
      </w:r>
    </w:p>
    <w:p w14:paraId="7E4E62C8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20307FE7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7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am an owner/shareholder/manager/Trustee or any other management or governance figure in a company/charity that provides </w:t>
      </w:r>
      <w:r>
        <w:rPr>
          <w:rFonts w:ascii="Arial" w:hAnsi="Arial" w:cs="Arial"/>
          <w:sz w:val="22"/>
          <w:szCs w:val="22"/>
        </w:rPr>
        <w:t>goods</w:t>
      </w:r>
      <w:r>
        <w:rPr>
          <w:rFonts w:ascii="Arial" w:hAnsi="Arial" w:cs="Arial"/>
          <w:sz w:val="22"/>
          <w:szCs w:val="22"/>
        </w:rPr>
        <w:t xml:space="preserve"> to Freshfields.</w:t>
      </w:r>
    </w:p>
    <w:p w14:paraId="7FA79476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5AF76103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5F518A87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Please provide specific details:</w:t>
      </w:r>
    </w:p>
    <w:p w14:paraId="563C4019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0D2FA" wp14:editId="2AAA8EBF">
                <wp:simplePos x="0" y="0"/>
                <wp:positionH relativeFrom="column">
                  <wp:posOffset>-32385</wp:posOffset>
                </wp:positionH>
                <wp:positionV relativeFrom="paragraph">
                  <wp:posOffset>208280</wp:posOffset>
                </wp:positionV>
                <wp:extent cx="6016625" cy="2288540"/>
                <wp:effectExtent l="0" t="0" r="28575" b="228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6625" cy="2288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7CBF7" w14:textId="77777777" w:rsidR="009C5A08" w:rsidRDefault="009C5A08" w:rsidP="009C5A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0D2FA" id="Text Box 3" o:spid="_x0000_s1027" type="#_x0000_t202" style="position:absolute;left:0;text-align:left;margin-left:-2.55pt;margin-top:16.4pt;width:473.75pt;height:18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" filled="f" strokecolor="gray [1629]" strokeweight=".25pt">
                <v:textbox>
                  <w:txbxContent>
                    <w:p w14:paraId="7117CBF7" w14:textId="77777777" w:rsidR="009C5A08" w:rsidRDefault="009C5A08" w:rsidP="009C5A08"/>
                  </w:txbxContent>
                </v:textbox>
                <w10:wrap type="square"/>
              </v:shape>
            </w:pict>
          </mc:Fallback>
        </mc:AlternateContent>
      </w:r>
    </w:p>
    <w:p w14:paraId="6073DDDD" w14:textId="77777777" w:rsidR="009C5A08" w:rsidRDefault="009C5A08" w:rsidP="009C5A08">
      <w:pPr>
        <w:ind w:left="720" w:hanging="720"/>
        <w:rPr>
          <w:rFonts w:ascii="Arial" w:hAnsi="Arial" w:cs="Arial"/>
          <w:sz w:val="22"/>
          <w:szCs w:val="22"/>
        </w:rPr>
      </w:pPr>
    </w:p>
    <w:p w14:paraId="58135EDF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068611" wp14:editId="6852234C">
                <wp:simplePos x="0" y="0"/>
                <wp:positionH relativeFrom="column">
                  <wp:posOffset>41836</wp:posOffset>
                </wp:positionH>
                <wp:positionV relativeFrom="paragraph">
                  <wp:posOffset>410845</wp:posOffset>
                </wp:positionV>
                <wp:extent cx="6016625" cy="2288540"/>
                <wp:effectExtent l="0" t="0" r="28575" b="228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6625" cy="2288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3506F" w14:textId="77777777" w:rsidR="009C5A08" w:rsidRDefault="009C5A08" w:rsidP="009C5A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68611" id="Text Box 4" o:spid="_x0000_s1028" type="#_x0000_t202" style="position:absolute;margin-left:3.3pt;margin-top:32.35pt;width:473.75pt;height:18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" filled="f" strokecolor="gray [1629]" strokeweight=".25pt">
                <v:textbox>
                  <w:txbxContent>
                    <w:p w14:paraId="38A3506F" w14:textId="77777777" w:rsidR="009C5A08" w:rsidRDefault="009C5A08" w:rsidP="009C5A0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Please list all current companies/charities you own, manage, are a director of, are a shareholder of, are a part of the governance function of:</w:t>
      </w:r>
    </w:p>
    <w:p w14:paraId="7A2B66F4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6E198597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Please provide any further information that may be deemed relevant:</w:t>
      </w:r>
    </w:p>
    <w:p w14:paraId="6426E1DF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42B41721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96EB7" wp14:editId="26094311">
                <wp:simplePos x="0" y="0"/>
                <wp:positionH relativeFrom="column">
                  <wp:posOffset>0</wp:posOffset>
                </wp:positionH>
                <wp:positionV relativeFrom="paragraph">
                  <wp:posOffset>158750</wp:posOffset>
                </wp:positionV>
                <wp:extent cx="6016625" cy="2288540"/>
                <wp:effectExtent l="0" t="0" r="28575" b="2286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6625" cy="2288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1A708" w14:textId="77777777" w:rsidR="009C5A08" w:rsidRDefault="009C5A08" w:rsidP="009C5A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96EB7" id="Text Box 5" o:spid="_x0000_s1029" type="#_x0000_t202" style="position:absolute;margin-left:0;margin-top:12.5pt;width:473.75pt;height:18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" filled="f" strokecolor="gray [1629]" strokeweight=".25pt">
                <v:textbox>
                  <w:txbxContent>
                    <w:p w14:paraId="0E41A708" w14:textId="77777777" w:rsidR="009C5A08" w:rsidRDefault="009C5A08" w:rsidP="009C5A08"/>
                  </w:txbxContent>
                </v:textbox>
                <w10:wrap type="square"/>
              </v:shape>
            </w:pict>
          </mc:Fallback>
        </mc:AlternateContent>
      </w:r>
    </w:p>
    <w:p w14:paraId="11E83524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144B6BFD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2C7A8E72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74B77477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3CFBFD41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2A2F828D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Signed:</w:t>
      </w:r>
    </w:p>
    <w:p w14:paraId="7BB03030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3135A0E4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716A239E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0FE5479B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Print name:</w:t>
      </w:r>
    </w:p>
    <w:p w14:paraId="69F8CBAA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08AA281B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02D14424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  <w:bookmarkStart w:id="8" w:name="_GoBack"/>
      <w:bookmarkEnd w:id="8"/>
    </w:p>
    <w:p w14:paraId="312FD2A0" w14:textId="77777777" w:rsidR="009C5A08" w:rsidRDefault="009C5A08" w:rsidP="009C5A08">
      <w:pPr>
        <w:rPr>
          <w:rFonts w:ascii="Arial" w:hAnsi="Arial" w:cs="Arial"/>
          <w:sz w:val="22"/>
          <w:szCs w:val="22"/>
        </w:rPr>
      </w:pPr>
    </w:p>
    <w:p w14:paraId="12B00ACA" w14:textId="77777777" w:rsidR="009C5A08" w:rsidRPr="009C5A08" w:rsidRDefault="009C5A08" w:rsidP="009C5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</w:t>
      </w:r>
    </w:p>
    <w:sectPr w:rsidR="009C5A08" w:rsidRPr="009C5A08" w:rsidSect="00504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105" w:bottom="1440" w:left="115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DF4BA" w14:textId="77777777" w:rsidR="00973B85" w:rsidRDefault="00973B85" w:rsidP="00504E99">
      <w:r>
        <w:separator/>
      </w:r>
    </w:p>
  </w:endnote>
  <w:endnote w:type="continuationSeparator" w:id="0">
    <w:p w14:paraId="165A4627" w14:textId="77777777" w:rsidR="00973B85" w:rsidRDefault="00973B85" w:rsidP="0050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7D5FC" w14:textId="77777777" w:rsidR="00504E99" w:rsidRDefault="00504E9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3E5" w14:textId="77777777" w:rsidR="00504E99" w:rsidRDefault="00504E9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6ABD8" w14:textId="77777777" w:rsidR="00504E99" w:rsidRDefault="00504E9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33737" w14:textId="77777777" w:rsidR="00973B85" w:rsidRDefault="00973B85" w:rsidP="00504E99">
      <w:r>
        <w:separator/>
      </w:r>
    </w:p>
  </w:footnote>
  <w:footnote w:type="continuationSeparator" w:id="0">
    <w:p w14:paraId="5AF57596" w14:textId="77777777" w:rsidR="00973B85" w:rsidRDefault="00973B85" w:rsidP="00504E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6615B" w14:textId="77777777" w:rsidR="00504E99" w:rsidRDefault="00504E9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DCCF9" w14:textId="77777777" w:rsidR="00504E99" w:rsidRDefault="00504E9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9471" w14:textId="77777777" w:rsidR="00504E99" w:rsidRDefault="00504E99" w:rsidP="00504E99">
    <w:pPr>
      <w:pStyle w:val="Header"/>
      <w:jc w:val="right"/>
    </w:pPr>
    <w:r>
      <w:rPr>
        <w:noProof/>
        <w:lang w:val="en-US"/>
      </w:rPr>
      <w:drawing>
        <wp:inline distT="0" distB="0" distL="0" distR="0" wp14:anchorId="79C31358" wp14:editId="4BCA123A">
          <wp:extent cx="1638300" cy="552450"/>
          <wp:effectExtent l="0" t="0" r="1270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08"/>
    <w:rsid w:val="00504E99"/>
    <w:rsid w:val="007E3029"/>
    <w:rsid w:val="00945A8C"/>
    <w:rsid w:val="00973B85"/>
    <w:rsid w:val="009C5A08"/>
    <w:rsid w:val="00D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0CC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E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E99"/>
  </w:style>
  <w:style w:type="paragraph" w:styleId="Footer">
    <w:name w:val="footer"/>
    <w:basedOn w:val="Normal"/>
    <w:link w:val="FooterChar"/>
    <w:uiPriority w:val="99"/>
    <w:unhideWhenUsed/>
    <w:rsid w:val="00504E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SBowler/Library/Group%20Containers/UBF8T346G9.Office/User%20Content.localized/Templates.localized/Freshfields%20Head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Freshfields Headed.dotx</Template>
  <TotalTime>5</TotalTime>
  <Pages>2</Pages>
  <Words>261</Words>
  <Characters>1488</Characters>
  <Application>Microsoft Macintosh Word</Application>
  <DocSecurity>0</DocSecurity>
  <Lines>12</Lines>
  <Paragraphs>3</Paragraphs>
  <ScaleCrop>false</ScaleCrop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 Bowler</dc:creator>
  <cp:keywords/>
  <dc:description/>
  <cp:lastModifiedBy>Slav Bowler</cp:lastModifiedBy>
  <cp:revision>1</cp:revision>
  <dcterms:created xsi:type="dcterms:W3CDTF">2016-04-07T06:49:00Z</dcterms:created>
  <dcterms:modified xsi:type="dcterms:W3CDTF">2016-04-07T07:06:00Z</dcterms:modified>
</cp:coreProperties>
</file>